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51" w:rsidRPr="00957020" w:rsidRDefault="00957020" w:rsidP="00957020">
      <w:pPr>
        <w:spacing w:line="240" w:lineRule="auto"/>
        <w:jc w:val="center"/>
        <w:rPr>
          <w:b/>
          <w:sz w:val="28"/>
        </w:rPr>
      </w:pPr>
      <w:r w:rsidRPr="00957020">
        <w:rPr>
          <w:b/>
          <w:sz w:val="28"/>
        </w:rPr>
        <w:t>TITANIC VOICES FROM THE DISASTER</w:t>
      </w:r>
    </w:p>
    <w:p w:rsidR="00957020" w:rsidRDefault="00957020" w:rsidP="00957020">
      <w:pPr>
        <w:spacing w:line="240" w:lineRule="auto"/>
        <w:jc w:val="center"/>
        <w:rPr>
          <w:b/>
          <w:sz w:val="28"/>
        </w:rPr>
      </w:pPr>
      <w:r w:rsidRPr="00957020">
        <w:rPr>
          <w:b/>
          <w:sz w:val="28"/>
        </w:rPr>
        <w:t>LESSON PLAN</w:t>
      </w:r>
    </w:p>
    <w:p w:rsidR="00957020" w:rsidRDefault="00957020" w:rsidP="00957020">
      <w:pPr>
        <w:spacing w:line="240" w:lineRule="auto"/>
        <w:rPr>
          <w:b/>
          <w:sz w:val="28"/>
        </w:rPr>
      </w:pPr>
      <w:r>
        <w:rPr>
          <w:b/>
          <w:sz w:val="28"/>
        </w:rPr>
        <w:t>Materials</w:t>
      </w:r>
    </w:p>
    <w:p w:rsidR="00957020" w:rsidRDefault="00957020" w:rsidP="00957020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Titanic Voices from the Disaster book</w:t>
      </w:r>
    </w:p>
    <w:p w:rsidR="00957020" w:rsidRDefault="00957020" w:rsidP="00957020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List of websites that can be used to research information needed</w:t>
      </w:r>
    </w:p>
    <w:p w:rsidR="00957020" w:rsidRDefault="00957020" w:rsidP="00957020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>Journal or letter template</w:t>
      </w:r>
    </w:p>
    <w:p w:rsidR="00957020" w:rsidRDefault="00957020" w:rsidP="00957020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</w:rPr>
        <w:t xml:space="preserve">Computer lab </w:t>
      </w:r>
    </w:p>
    <w:p w:rsidR="00957020" w:rsidRDefault="00957020" w:rsidP="00957020">
      <w:pPr>
        <w:spacing w:line="240" w:lineRule="auto"/>
        <w:rPr>
          <w:b/>
          <w:sz w:val="28"/>
        </w:rPr>
      </w:pPr>
      <w:r>
        <w:rPr>
          <w:b/>
          <w:sz w:val="28"/>
        </w:rPr>
        <w:t>Plans</w:t>
      </w:r>
    </w:p>
    <w:p w:rsidR="00957020" w:rsidRDefault="00957020" w:rsidP="00957020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Introduce the topic by asking students if they have heard of the Titanic.</w:t>
      </w:r>
    </w:p>
    <w:p w:rsidR="00957020" w:rsidRDefault="00957020" w:rsidP="00957020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Have studen</w:t>
      </w:r>
      <w:r w:rsidR="00880149">
        <w:rPr>
          <w:sz w:val="28"/>
        </w:rPr>
        <w:t>t</w:t>
      </w:r>
      <w:r>
        <w:rPr>
          <w:sz w:val="28"/>
        </w:rPr>
        <w:t xml:space="preserve">s fill out a </w:t>
      </w:r>
      <w:proofErr w:type="spellStart"/>
      <w:r>
        <w:rPr>
          <w:sz w:val="28"/>
        </w:rPr>
        <w:t>kwl</w:t>
      </w:r>
      <w:proofErr w:type="spellEnd"/>
      <w:r>
        <w:rPr>
          <w:sz w:val="28"/>
        </w:rPr>
        <w:t xml:space="preserve"> worksheet</w:t>
      </w:r>
      <w:r w:rsidR="00880149">
        <w:rPr>
          <w:sz w:val="28"/>
        </w:rPr>
        <w:t>.</w:t>
      </w:r>
    </w:p>
    <w:p w:rsidR="00880149" w:rsidRDefault="00880149" w:rsidP="00957020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Explain that each student will become a passenger or crew member on the “Unsinkable Titanic”</w:t>
      </w:r>
    </w:p>
    <w:p w:rsidR="00880149" w:rsidRDefault="00880149" w:rsidP="00880149">
      <w:pPr>
        <w:pStyle w:val="ListParagraph"/>
        <w:numPr>
          <w:ilvl w:val="1"/>
          <w:numId w:val="2"/>
        </w:numPr>
        <w:spacing w:line="240" w:lineRule="auto"/>
        <w:rPr>
          <w:sz w:val="28"/>
        </w:rPr>
      </w:pPr>
      <w:r>
        <w:rPr>
          <w:sz w:val="28"/>
        </w:rPr>
        <w:t>Choices</w:t>
      </w:r>
    </w:p>
    <w:p w:rsidR="00880149" w:rsidRDefault="00880149" w:rsidP="00880149">
      <w:pPr>
        <w:pStyle w:val="ListParagraph"/>
        <w:numPr>
          <w:ilvl w:val="2"/>
          <w:numId w:val="2"/>
        </w:numPr>
        <w:spacing w:line="240" w:lineRule="auto"/>
        <w:rPr>
          <w:sz w:val="28"/>
        </w:rPr>
      </w:pPr>
      <w:r>
        <w:rPr>
          <w:sz w:val="28"/>
        </w:rPr>
        <w:t>First Class Passenger</w:t>
      </w:r>
    </w:p>
    <w:p w:rsidR="00880149" w:rsidRDefault="00880149" w:rsidP="00880149">
      <w:pPr>
        <w:pStyle w:val="ListParagraph"/>
        <w:numPr>
          <w:ilvl w:val="2"/>
          <w:numId w:val="2"/>
        </w:numPr>
        <w:spacing w:line="240" w:lineRule="auto"/>
        <w:rPr>
          <w:sz w:val="28"/>
        </w:rPr>
      </w:pPr>
      <w:r>
        <w:rPr>
          <w:sz w:val="28"/>
        </w:rPr>
        <w:t>Second Class Passenger</w:t>
      </w:r>
    </w:p>
    <w:p w:rsidR="00880149" w:rsidRDefault="00880149" w:rsidP="00880149">
      <w:pPr>
        <w:pStyle w:val="ListParagraph"/>
        <w:numPr>
          <w:ilvl w:val="2"/>
          <w:numId w:val="2"/>
        </w:numPr>
        <w:spacing w:line="240" w:lineRule="auto"/>
        <w:rPr>
          <w:sz w:val="28"/>
        </w:rPr>
      </w:pPr>
      <w:r>
        <w:rPr>
          <w:sz w:val="28"/>
        </w:rPr>
        <w:t>Third Class Passenger</w:t>
      </w:r>
    </w:p>
    <w:p w:rsidR="00880149" w:rsidRDefault="00880149" w:rsidP="00880149">
      <w:pPr>
        <w:pStyle w:val="ListParagraph"/>
        <w:numPr>
          <w:ilvl w:val="2"/>
          <w:numId w:val="2"/>
        </w:numPr>
        <w:spacing w:line="240" w:lineRule="auto"/>
        <w:rPr>
          <w:sz w:val="28"/>
        </w:rPr>
      </w:pPr>
      <w:r>
        <w:rPr>
          <w:sz w:val="28"/>
        </w:rPr>
        <w:t>Crew Member</w:t>
      </w:r>
    </w:p>
    <w:p w:rsidR="00880149" w:rsidRDefault="00880149" w:rsidP="00880149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Students will then go to the computer lad and research information about what</w:t>
      </w:r>
      <w:r w:rsidR="00717709">
        <w:rPr>
          <w:sz w:val="28"/>
        </w:rPr>
        <w:t xml:space="preserve"> the experience would be like</w:t>
      </w:r>
      <w:r>
        <w:rPr>
          <w:sz w:val="28"/>
        </w:rPr>
        <w:t xml:space="preserve"> on the ship.</w:t>
      </w:r>
    </w:p>
    <w:p w:rsidR="00880149" w:rsidRDefault="00880149" w:rsidP="00880149">
      <w:pPr>
        <w:pStyle w:val="ListParagraph"/>
        <w:numPr>
          <w:ilvl w:val="1"/>
          <w:numId w:val="2"/>
        </w:numPr>
        <w:spacing w:line="240" w:lineRule="auto"/>
        <w:rPr>
          <w:sz w:val="28"/>
        </w:rPr>
      </w:pPr>
      <w:r>
        <w:rPr>
          <w:sz w:val="28"/>
        </w:rPr>
        <w:t xml:space="preserve">Example:  What kind of room did they stay in, how much did the ticket cost, what kind of food did they eat. . .  . . </w:t>
      </w:r>
    </w:p>
    <w:p w:rsidR="00880149" w:rsidRDefault="00880149" w:rsidP="00880149">
      <w:pPr>
        <w:pStyle w:val="ListParagraph"/>
        <w:numPr>
          <w:ilvl w:val="1"/>
          <w:numId w:val="2"/>
        </w:numPr>
        <w:spacing w:line="240" w:lineRule="auto"/>
        <w:rPr>
          <w:sz w:val="28"/>
        </w:rPr>
      </w:pPr>
      <w:r>
        <w:rPr>
          <w:sz w:val="28"/>
        </w:rPr>
        <w:t xml:space="preserve">This is when students will answer the questions on their </w:t>
      </w:r>
      <w:proofErr w:type="spellStart"/>
      <w:r>
        <w:rPr>
          <w:sz w:val="28"/>
        </w:rPr>
        <w:t>kwl</w:t>
      </w:r>
      <w:proofErr w:type="spellEnd"/>
      <w:r>
        <w:rPr>
          <w:sz w:val="28"/>
        </w:rPr>
        <w:t xml:space="preserve"> worksheet and gather more detail and information for their journal entries/letters.</w:t>
      </w:r>
    </w:p>
    <w:p w:rsidR="00880149" w:rsidRDefault="00880149" w:rsidP="00880149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Read book and have students make entries or write a letter throughout the process.</w:t>
      </w:r>
    </w:p>
    <w:p w:rsidR="00717709" w:rsidRDefault="00717709" w:rsidP="00880149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 xml:space="preserve">When completed have students write a reflection paper on how their opinion/feelings changed during the voyage and sinking of the ship.  What would they have done? </w:t>
      </w:r>
    </w:p>
    <w:p w:rsidR="00717709" w:rsidRDefault="00717709" w:rsidP="00880149">
      <w:pPr>
        <w:pStyle w:val="ListParagraph"/>
        <w:numPr>
          <w:ilvl w:val="0"/>
          <w:numId w:val="2"/>
        </w:numPr>
        <w:spacing w:line="240" w:lineRule="auto"/>
        <w:rPr>
          <w:sz w:val="28"/>
        </w:rPr>
      </w:pPr>
      <w:r>
        <w:rPr>
          <w:sz w:val="28"/>
        </w:rPr>
        <w:t>Share with the class the finished journal or letters.</w:t>
      </w:r>
    </w:p>
    <w:p w:rsidR="00755B8C" w:rsidRDefault="00755B8C" w:rsidP="00755B8C">
      <w:pPr>
        <w:spacing w:line="240" w:lineRule="auto"/>
        <w:rPr>
          <w:sz w:val="28"/>
        </w:rPr>
      </w:pPr>
    </w:p>
    <w:p w:rsidR="00755B8C" w:rsidRPr="00755B8C" w:rsidRDefault="00755B8C" w:rsidP="00755B8C">
      <w:pPr>
        <w:spacing w:line="240" w:lineRule="auto"/>
        <w:rPr>
          <w:sz w:val="28"/>
        </w:rPr>
      </w:pPr>
      <w:bookmarkStart w:id="0" w:name="_GoBack"/>
      <w:r>
        <w:rPr>
          <w:noProof/>
          <w:sz w:val="28"/>
        </w:rPr>
        <w:lastRenderedPageBreak/>
        <w:drawing>
          <wp:inline distT="0" distB="0" distL="0" distR="0" wp14:anchorId="5B8FE0F1" wp14:editId="39B57237">
            <wp:extent cx="6343650" cy="8020050"/>
            <wp:effectExtent l="0" t="0" r="0" b="0"/>
            <wp:docPr id="1" name="Picture 1" descr="\\shrek2\cms\Staff\duckworth_j\My Documents\My Pictures\kw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hrek2\cms\Staff\duckworth_j\My Documents\My Pictures\kwl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718" cy="8028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55B8C" w:rsidRPr="00755B8C" w:rsidSect="00755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31B"/>
    <w:multiLevelType w:val="hybridMultilevel"/>
    <w:tmpl w:val="593A7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55D06"/>
    <w:multiLevelType w:val="hybridMultilevel"/>
    <w:tmpl w:val="021A0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20"/>
    <w:rsid w:val="00717709"/>
    <w:rsid w:val="00755B8C"/>
    <w:rsid w:val="00880149"/>
    <w:rsid w:val="00957020"/>
    <w:rsid w:val="00E1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0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0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BE66D42A</Template>
  <TotalTime>34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2</cp:revision>
  <dcterms:created xsi:type="dcterms:W3CDTF">2014-04-23T18:26:00Z</dcterms:created>
  <dcterms:modified xsi:type="dcterms:W3CDTF">2014-04-23T19:00:00Z</dcterms:modified>
</cp:coreProperties>
</file>